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0074E4" w:rsidRPr="000074E4" w:rsidRDefault="000074E4" w:rsidP="000074E4">
      <w:pPr>
        <w:spacing w:line="240" w:lineRule="auto"/>
        <w:jc w:val="right"/>
        <w:rPr>
          <w:rFonts w:ascii="Corbel" w:hAnsi="Corbel"/>
          <w:bCs/>
          <w:i/>
        </w:rPr>
      </w:pP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0074E4">
        <w:rPr>
          <w:rFonts w:ascii="Corbel" w:hAnsi="Corbel"/>
          <w:bCs/>
          <w:i/>
        </w:rPr>
        <w:t>UR</w:t>
      </w:r>
      <w:proofErr w:type="spellEnd"/>
      <w:r w:rsidRPr="000074E4">
        <w:rPr>
          <w:rFonts w:ascii="Corbel" w:hAnsi="Corbel"/>
          <w:bCs/>
          <w:i/>
        </w:rPr>
        <w:t xml:space="preserve">  nr 12/2019</w:t>
      </w:r>
    </w:p>
    <w:p w14:paraId="598A8AA9" w14:textId="77777777" w:rsidR="0085747A" w:rsidRPr="000074E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0C2270E3" w:rsidR="0085747A" w:rsidRPr="000074E4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74E4">
        <w:rPr>
          <w:rFonts w:ascii="Corbel" w:hAnsi="Corbel"/>
          <w:b/>
          <w:smallCaps/>
          <w:sz w:val="24"/>
          <w:szCs w:val="24"/>
        </w:rPr>
        <w:t xml:space="preserve"> </w:t>
      </w:r>
      <w:r w:rsidR="00D9382A">
        <w:rPr>
          <w:rFonts w:ascii="Corbel" w:hAnsi="Corbel"/>
          <w:i/>
          <w:smallCaps/>
          <w:sz w:val="24"/>
          <w:szCs w:val="24"/>
        </w:rPr>
        <w:t>2019-2022</w:t>
      </w:r>
    </w:p>
    <w:p w14:paraId="2A94F79A" w14:textId="37D1CF9B" w:rsidR="000074E4" w:rsidRPr="000074E4" w:rsidRDefault="000074E4" w:rsidP="0000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74E4">
        <w:rPr>
          <w:rFonts w:ascii="Corbel" w:hAnsi="Corbel"/>
          <w:sz w:val="20"/>
          <w:szCs w:val="20"/>
        </w:rPr>
        <w:t>Rok akademicki: 202</w:t>
      </w:r>
      <w:r w:rsidR="00D9382A">
        <w:rPr>
          <w:rFonts w:ascii="Corbel" w:hAnsi="Corbel"/>
          <w:sz w:val="20"/>
          <w:szCs w:val="20"/>
        </w:rPr>
        <w:t>1</w:t>
      </w:r>
      <w:r w:rsidRPr="000074E4">
        <w:rPr>
          <w:rFonts w:ascii="Corbel" w:hAnsi="Corbel"/>
          <w:sz w:val="20"/>
          <w:szCs w:val="20"/>
        </w:rPr>
        <w:t>/202</w:t>
      </w:r>
      <w:r w:rsidR="00D9382A">
        <w:rPr>
          <w:rFonts w:ascii="Corbel" w:hAnsi="Corbel"/>
          <w:sz w:val="20"/>
          <w:szCs w:val="20"/>
        </w:rPr>
        <w:t>2</w:t>
      </w:r>
    </w:p>
    <w:p w14:paraId="672A6659" w14:textId="77777777" w:rsidR="0085747A" w:rsidRPr="000074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3496AF76" w:rsidR="0085747A" w:rsidRDefault="0071620A" w:rsidP="6713732E">
      <w:pPr>
        <w:pStyle w:val="Punktygwne"/>
        <w:spacing w:before="0" w:after="0"/>
        <w:rPr>
          <w:rFonts w:ascii="Corbel" w:hAnsi="Corbel"/>
        </w:rPr>
      </w:pPr>
      <w:r w:rsidRPr="6713732E">
        <w:rPr>
          <w:rFonts w:ascii="Corbel" w:hAnsi="Corbel"/>
        </w:rPr>
        <w:t xml:space="preserve">1. </w:t>
      </w:r>
      <w:r w:rsidR="0085747A" w:rsidRPr="6713732E">
        <w:rPr>
          <w:rFonts w:ascii="Corbel" w:hAnsi="Corbel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4E4" w14:paraId="7C961998" w14:textId="77777777" w:rsidTr="00E22A81">
        <w:tc>
          <w:tcPr>
            <w:tcW w:w="2694" w:type="dxa"/>
            <w:vAlign w:val="center"/>
          </w:tcPr>
          <w:p w14:paraId="59701564" w14:textId="77777777" w:rsidR="0085747A" w:rsidRPr="000074E4" w:rsidRDefault="0085747A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87D3EB" w14:textId="77777777" w:rsidR="0085747A" w:rsidRPr="000074E4" w:rsidRDefault="00644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644962" w:rsidRPr="000074E4" w14:paraId="1134572C" w14:textId="77777777" w:rsidTr="00E22A81">
        <w:tc>
          <w:tcPr>
            <w:tcW w:w="2694" w:type="dxa"/>
            <w:vAlign w:val="center"/>
          </w:tcPr>
          <w:p w14:paraId="1A8BC5E6" w14:textId="77777777" w:rsidR="00644962" w:rsidRPr="000074E4" w:rsidRDefault="00644962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0074E4" w:rsidRPr="000074E4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</w:tcPr>
          <w:p w14:paraId="7F5D156F" w14:textId="77777777" w:rsidR="00644962" w:rsidRPr="000074E4" w:rsidRDefault="00D451DA" w:rsidP="00312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0074E4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0074E4"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="00644962" w:rsidRPr="000074E4" w14:paraId="4E2F8C33" w14:textId="77777777" w:rsidTr="00E22A81">
        <w:tc>
          <w:tcPr>
            <w:tcW w:w="2694" w:type="dxa"/>
            <w:vAlign w:val="center"/>
          </w:tcPr>
          <w:p w14:paraId="19552E28" w14:textId="77777777" w:rsidR="00644962" w:rsidRPr="000074E4" w:rsidRDefault="000074E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0074E4" w:rsidRDefault="00D45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0074E4" w14:paraId="729EEB71" w14:textId="77777777" w:rsidTr="00E22A81">
        <w:tc>
          <w:tcPr>
            <w:tcW w:w="2694" w:type="dxa"/>
            <w:vAlign w:val="center"/>
          </w:tcPr>
          <w:p w14:paraId="0A39E105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</w:tcPr>
          <w:p w14:paraId="39D5F799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644962" w:rsidRPr="000074E4" w14:paraId="048482E6" w14:textId="77777777" w:rsidTr="00E22A81">
        <w:tc>
          <w:tcPr>
            <w:tcW w:w="2694" w:type="dxa"/>
            <w:vAlign w:val="center"/>
          </w:tcPr>
          <w:p w14:paraId="4B835047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0074E4" w:rsidRDefault="00644962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44962" w:rsidRPr="000074E4" w14:paraId="51855271" w14:textId="77777777" w:rsidTr="00E22A81">
        <w:tc>
          <w:tcPr>
            <w:tcW w:w="2694" w:type="dxa"/>
            <w:vAlign w:val="center"/>
          </w:tcPr>
          <w:p w14:paraId="4C8DEF9C" w14:textId="7383AAC1" w:rsidR="00644962" w:rsidRPr="000074E4" w:rsidRDefault="00644962" w:rsidP="67137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6713732E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24D3E375" w:rsidRPr="6713732E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3A488BE5" w14:textId="77777777" w:rsidTr="00E22A81">
        <w:tc>
          <w:tcPr>
            <w:tcW w:w="2694" w:type="dxa"/>
            <w:vAlign w:val="center"/>
          </w:tcPr>
          <w:p w14:paraId="04C0481C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0074E4" w:rsidRDefault="00D451D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4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44962" w:rsidRPr="000074E4" w14:paraId="1E4BF324" w14:textId="77777777" w:rsidTr="00E22A81">
        <w:tc>
          <w:tcPr>
            <w:tcW w:w="2694" w:type="dxa"/>
            <w:vAlign w:val="center"/>
          </w:tcPr>
          <w:p w14:paraId="7C3992E0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674A44A7" w:rsidR="00644962" w:rsidRPr="00806DFB" w:rsidRDefault="00806DF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6DF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44962" w:rsidRPr="000074E4" w14:paraId="4BF617D6" w14:textId="77777777" w:rsidTr="00E22A81">
        <w:tc>
          <w:tcPr>
            <w:tcW w:w="2694" w:type="dxa"/>
            <w:vAlign w:val="center"/>
          </w:tcPr>
          <w:p w14:paraId="393EE506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0074E4" w:rsidRDefault="00D451DA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0074E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0074E4" w14:paraId="6C505C59" w14:textId="77777777" w:rsidTr="00E22A81">
        <w:tc>
          <w:tcPr>
            <w:tcW w:w="2694" w:type="dxa"/>
            <w:vAlign w:val="center"/>
          </w:tcPr>
          <w:p w14:paraId="5863A118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0074E4" w:rsidRDefault="00D451DA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44962" w:rsidRPr="000074E4" w14:paraId="5A90A06A" w14:textId="77777777" w:rsidTr="00E22A81">
        <w:tc>
          <w:tcPr>
            <w:tcW w:w="2694" w:type="dxa"/>
            <w:vAlign w:val="center"/>
          </w:tcPr>
          <w:p w14:paraId="13A990D4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0074E4" w:rsidRDefault="0064496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4962" w:rsidRPr="000074E4" w14:paraId="76E9C03C" w14:textId="77777777" w:rsidTr="00E22A81">
        <w:tc>
          <w:tcPr>
            <w:tcW w:w="2694" w:type="dxa"/>
            <w:vAlign w:val="center"/>
          </w:tcPr>
          <w:p w14:paraId="69C2AF6E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0074E4" w:rsidRDefault="000074E4" w:rsidP="006449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</w:t>
            </w:r>
            <w:proofErr w:type="spellStart"/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>UR</w:t>
            </w:r>
            <w:proofErr w:type="spellEnd"/>
          </w:p>
        </w:tc>
      </w:tr>
      <w:tr w:rsidR="00644962" w:rsidRPr="000074E4" w14:paraId="2910C0A0" w14:textId="77777777" w:rsidTr="00E22A81">
        <w:tc>
          <w:tcPr>
            <w:tcW w:w="2694" w:type="dxa"/>
            <w:vAlign w:val="center"/>
          </w:tcPr>
          <w:p w14:paraId="471FE442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F30214" w14:textId="77777777" w:rsidR="00644962" w:rsidRPr="000074E4" w:rsidRDefault="000074E4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</w:t>
            </w:r>
            <w:proofErr w:type="spellStart"/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>UR</w:t>
            </w:r>
            <w:proofErr w:type="spellEnd"/>
          </w:p>
        </w:tc>
      </w:tr>
    </w:tbl>
    <w:p w14:paraId="755156F0" w14:textId="77777777" w:rsidR="000074E4" w:rsidRPr="00CA2C2D" w:rsidRDefault="000074E4" w:rsidP="000074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0074E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1.</w:t>
      </w:r>
      <w:r w:rsidR="00E22FBC" w:rsidRPr="000074E4">
        <w:rPr>
          <w:rFonts w:ascii="Corbel" w:hAnsi="Corbel"/>
          <w:sz w:val="24"/>
          <w:szCs w:val="24"/>
        </w:rPr>
        <w:t>1</w:t>
      </w:r>
      <w:r w:rsidRPr="000074E4">
        <w:rPr>
          <w:rFonts w:ascii="Corbel" w:hAnsi="Corbel"/>
          <w:sz w:val="24"/>
          <w:szCs w:val="24"/>
        </w:rPr>
        <w:t>.</w:t>
      </w:r>
      <w:r w:rsidR="000074E4">
        <w:rPr>
          <w:rFonts w:ascii="Corbel" w:hAnsi="Corbel"/>
          <w:sz w:val="24"/>
          <w:szCs w:val="24"/>
          <w:lang w:val="pl-PL"/>
        </w:rPr>
        <w:t xml:space="preserve"> </w:t>
      </w:r>
      <w:r w:rsidRPr="000074E4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0074E4">
        <w:rPr>
          <w:rFonts w:ascii="Corbel" w:hAnsi="Corbel"/>
          <w:sz w:val="24"/>
          <w:szCs w:val="24"/>
        </w:rPr>
        <w:t>ECTS</w:t>
      </w:r>
      <w:proofErr w:type="spellEnd"/>
      <w:r w:rsidRPr="000074E4">
        <w:rPr>
          <w:rFonts w:ascii="Corbel" w:hAnsi="Corbel"/>
          <w:sz w:val="24"/>
          <w:szCs w:val="24"/>
        </w:rPr>
        <w:t xml:space="preserve"> </w:t>
      </w:r>
    </w:p>
    <w:p w14:paraId="02EB378F" w14:textId="77777777" w:rsidR="00923D7D" w:rsidRPr="000074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0074E4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0074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074E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0074E4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0074E4" w14:paraId="7DDC5809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8DE605A" w:rsidR="00015B8F" w:rsidRPr="000074E4" w:rsidRDefault="00806D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4FB0BA49" w:rsidR="00015B8F" w:rsidRPr="000074E4" w:rsidRDefault="00806DFB" w:rsidP="000074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0074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0074E4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</w:t>
      </w:r>
      <w:r w:rsidR="00E22FBC" w:rsidRPr="000074E4">
        <w:rPr>
          <w:rFonts w:ascii="Corbel" w:hAnsi="Corbel"/>
          <w:smallCaps w:val="0"/>
          <w:szCs w:val="24"/>
        </w:rPr>
        <w:t>2</w:t>
      </w:r>
      <w:r w:rsidR="000074E4" w:rsidRPr="000074E4">
        <w:rPr>
          <w:rFonts w:ascii="Corbel" w:hAnsi="Corbel"/>
          <w:smallCaps w:val="0"/>
          <w:szCs w:val="24"/>
        </w:rPr>
        <w:t xml:space="preserve">. </w:t>
      </w:r>
      <w:r w:rsidRPr="000074E4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3D28AE6F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eastAsia="MS Gothic" w:hAnsi="Corbel" w:cs="MS Gothic"/>
          <w:b w:val="0"/>
          <w:szCs w:val="24"/>
        </w:rPr>
        <w:t>×</w:t>
      </w:r>
      <w:r w:rsidRPr="000074E4">
        <w:rPr>
          <w:rFonts w:ascii="Corbel" w:hAnsi="Corbel"/>
          <w:b w:val="0"/>
          <w:smallCaps w:val="0"/>
          <w:szCs w:val="24"/>
        </w:rPr>
        <w:t xml:space="preserve">  zajęcia w formie tradycyjnej</w:t>
      </w:r>
    </w:p>
    <w:p w14:paraId="386692D9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MS Gothic" w:eastAsia="MS Gothic" w:hAnsi="MS Gothic" w:cs="MS Gothic" w:hint="eastAsia"/>
          <w:b w:val="0"/>
          <w:szCs w:val="24"/>
        </w:rPr>
        <w:t>☐</w:t>
      </w:r>
      <w:r w:rsidRPr="000074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0074E4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1.3</w:t>
      </w:r>
      <w:r w:rsidR="000074E4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Forma zalicze</w:t>
      </w:r>
      <w:r w:rsidR="00D1172B" w:rsidRPr="000074E4">
        <w:rPr>
          <w:rFonts w:ascii="Corbel" w:hAnsi="Corbel"/>
          <w:smallCaps w:val="0"/>
          <w:szCs w:val="24"/>
        </w:rPr>
        <w:t>nia przedmiotu (z toku)</w:t>
      </w:r>
      <w:r w:rsidR="000074E4">
        <w:rPr>
          <w:rFonts w:ascii="Corbel" w:hAnsi="Corbel"/>
          <w:smallCaps w:val="0"/>
          <w:szCs w:val="24"/>
        </w:rPr>
        <w:t xml:space="preserve"> </w:t>
      </w:r>
      <w:r w:rsidR="000074E4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E22FBC" w:rsidRPr="000074E4" w:rsidRDefault="005A5D72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0074E4" w:rsidRPr="000074E4" w:rsidRDefault="000074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2.</w:t>
      </w:r>
      <w:r w:rsidR="000074E4">
        <w:rPr>
          <w:rFonts w:ascii="Corbel" w:hAnsi="Corbel"/>
          <w:szCs w:val="24"/>
        </w:rPr>
        <w:t xml:space="preserve"> </w:t>
      </w:r>
      <w:r w:rsidRPr="000074E4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0074E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0D782E82" w14:textId="77777777" w:rsidTr="00745302">
        <w:tc>
          <w:tcPr>
            <w:tcW w:w="9670" w:type="dxa"/>
          </w:tcPr>
          <w:p w14:paraId="4F34B917" w14:textId="77777777" w:rsidR="0085747A" w:rsidRPr="000074E4" w:rsidRDefault="007418CD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3.</w:t>
      </w:r>
      <w:r w:rsidR="0085747A" w:rsidRPr="000074E4">
        <w:rPr>
          <w:rFonts w:ascii="Corbel" w:hAnsi="Corbel"/>
          <w:szCs w:val="24"/>
        </w:rPr>
        <w:t xml:space="preserve"> cele, efekty </w:t>
      </w:r>
      <w:r w:rsidR="000074E4">
        <w:rPr>
          <w:rFonts w:ascii="Corbel" w:hAnsi="Corbel"/>
          <w:szCs w:val="24"/>
        </w:rPr>
        <w:t>ucz</w:t>
      </w:r>
      <w:r w:rsidR="0085747A" w:rsidRPr="000074E4">
        <w:rPr>
          <w:rFonts w:ascii="Corbel" w:hAnsi="Corbel"/>
          <w:szCs w:val="24"/>
        </w:rPr>
        <w:t xml:space="preserve">enia </w:t>
      </w:r>
      <w:r w:rsidR="000074E4">
        <w:rPr>
          <w:rFonts w:ascii="Corbel" w:hAnsi="Corbel"/>
          <w:szCs w:val="24"/>
        </w:rPr>
        <w:t>się</w:t>
      </w:r>
      <w:r w:rsidR="0085747A" w:rsidRPr="000074E4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0074E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3.1</w:t>
      </w:r>
      <w:r w:rsidR="000074E4">
        <w:rPr>
          <w:rFonts w:ascii="Corbel" w:hAnsi="Corbel"/>
          <w:sz w:val="24"/>
          <w:szCs w:val="24"/>
          <w:lang w:val="pl-PL"/>
        </w:rPr>
        <w:t>.</w:t>
      </w:r>
      <w:r w:rsidRPr="000074E4">
        <w:rPr>
          <w:rFonts w:ascii="Corbel" w:hAnsi="Corbel"/>
          <w:sz w:val="24"/>
          <w:szCs w:val="24"/>
        </w:rPr>
        <w:t xml:space="preserve"> </w:t>
      </w:r>
      <w:r w:rsidR="0085747A" w:rsidRPr="000074E4">
        <w:rPr>
          <w:rFonts w:ascii="Corbel" w:hAnsi="Corbel"/>
          <w:sz w:val="24"/>
          <w:szCs w:val="24"/>
        </w:rPr>
        <w:t>Cele przedmiotu</w:t>
      </w:r>
    </w:p>
    <w:p w14:paraId="53128261" w14:textId="77777777" w:rsidR="00D451DA" w:rsidRPr="000074E4" w:rsidRDefault="00D451DA" w:rsidP="00D451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51DA" w:rsidRPr="000074E4" w14:paraId="09A6CB50" w14:textId="77777777" w:rsidTr="00BC0730">
        <w:tc>
          <w:tcPr>
            <w:tcW w:w="844" w:type="dxa"/>
            <w:vAlign w:val="center"/>
          </w:tcPr>
          <w:p w14:paraId="5372B5A4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90C0756" w14:textId="77777777" w:rsidR="00D451DA" w:rsidRPr="000074E4" w:rsidRDefault="000074E4" w:rsidP="000074E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P</w:t>
            </w:r>
            <w:r w:rsidR="00D451DA" w:rsidRPr="000074E4">
              <w:rPr>
                <w:rFonts w:ascii="Corbel" w:hAnsi="Corbel"/>
                <w:sz w:val="24"/>
                <w:szCs w:val="24"/>
              </w:rPr>
              <w:t xml:space="preserve">oznanie specyfiki procesu opracowywania i wdrażania zaplanowanej </w:t>
            </w:r>
            <w:r w:rsidRPr="000074E4">
              <w:rPr>
                <w:rFonts w:ascii="Corbel" w:hAnsi="Corbel"/>
                <w:sz w:val="24"/>
                <w:szCs w:val="24"/>
              </w:rPr>
              <w:t>strategii.</w:t>
            </w:r>
          </w:p>
        </w:tc>
      </w:tr>
      <w:tr w:rsidR="00D451DA" w:rsidRPr="000074E4" w14:paraId="6DEA2FC7" w14:textId="77777777" w:rsidTr="00BC0730">
        <w:tc>
          <w:tcPr>
            <w:tcW w:w="844" w:type="dxa"/>
            <w:vAlign w:val="center"/>
          </w:tcPr>
          <w:p w14:paraId="550CF7E8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6" w:type="dxa"/>
            <w:vAlign w:val="center"/>
          </w:tcPr>
          <w:p w14:paraId="3616B5EE" w14:textId="77777777" w:rsidR="00D451DA" w:rsidRPr="000074E4" w:rsidRDefault="000074E4" w:rsidP="000074E4">
            <w:pPr>
              <w:pStyle w:val="Podpunkty"/>
              <w:spacing w:before="40" w:after="40"/>
              <w:ind w:left="0"/>
              <w:jc w:val="left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U</w:t>
            </w:r>
            <w:r w:rsidR="00D451DA"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miejętność wykorzystania wniosków z analizy strategicznej do przygotowania wariantów strategii konkurencji i strategii funkcjonalnych. </w:t>
            </w:r>
          </w:p>
        </w:tc>
      </w:tr>
    </w:tbl>
    <w:p w14:paraId="4101652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0074E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3.2</w:t>
      </w:r>
      <w:r w:rsidR="000074E4">
        <w:rPr>
          <w:rFonts w:ascii="Corbel" w:hAnsi="Corbel"/>
          <w:b/>
          <w:sz w:val="24"/>
          <w:szCs w:val="24"/>
        </w:rPr>
        <w:t>.</w:t>
      </w:r>
      <w:r w:rsidRPr="000074E4">
        <w:rPr>
          <w:rFonts w:ascii="Corbel" w:hAnsi="Corbel"/>
          <w:b/>
          <w:sz w:val="24"/>
          <w:szCs w:val="24"/>
        </w:rPr>
        <w:t xml:space="preserve"> </w:t>
      </w:r>
      <w:r w:rsidR="001D7B54" w:rsidRPr="000074E4">
        <w:rPr>
          <w:rFonts w:ascii="Corbel" w:hAnsi="Corbel"/>
          <w:b/>
          <w:sz w:val="24"/>
          <w:szCs w:val="24"/>
        </w:rPr>
        <w:t xml:space="preserve">Efekty </w:t>
      </w:r>
      <w:r w:rsidR="000074E4">
        <w:rPr>
          <w:rFonts w:ascii="Corbel" w:hAnsi="Corbel"/>
          <w:b/>
          <w:sz w:val="24"/>
          <w:szCs w:val="24"/>
        </w:rPr>
        <w:t>ucze</w:t>
      </w:r>
      <w:r w:rsidR="001D7B54" w:rsidRPr="000074E4">
        <w:rPr>
          <w:rFonts w:ascii="Corbel" w:hAnsi="Corbel"/>
          <w:b/>
          <w:sz w:val="24"/>
          <w:szCs w:val="24"/>
        </w:rPr>
        <w:t xml:space="preserve">nia </w:t>
      </w:r>
      <w:r w:rsidR="000074E4">
        <w:rPr>
          <w:rFonts w:ascii="Corbel" w:hAnsi="Corbel"/>
          <w:b/>
          <w:sz w:val="24"/>
          <w:szCs w:val="24"/>
        </w:rPr>
        <w:t xml:space="preserve">się </w:t>
      </w:r>
      <w:r w:rsidR="001D7B54" w:rsidRPr="000074E4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0074E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="0085747A" w:rsidRPr="000074E4" w14:paraId="05F1B0B3" w14:textId="77777777" w:rsidTr="0071620A">
        <w:tc>
          <w:tcPr>
            <w:tcW w:w="1701" w:type="dxa"/>
            <w:vAlign w:val="center"/>
          </w:tcPr>
          <w:p w14:paraId="41C145ED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smallCaps w:val="0"/>
                <w:szCs w:val="24"/>
              </w:rPr>
              <w:t>EK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0074E4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5DA3" w:rsidRPr="000074E4" w14:paraId="7F83913D" w14:textId="77777777" w:rsidTr="005E6E85">
        <w:tc>
          <w:tcPr>
            <w:tcW w:w="1701" w:type="dxa"/>
          </w:tcPr>
          <w:p w14:paraId="4FCA5964" w14:textId="77777777" w:rsidR="00A05DA3" w:rsidRPr="000074E4" w:rsidRDefault="00A05DA3" w:rsidP="00D451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6DA5C17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podstawowe zagadnienia związane z planowaniem strategicznym.</w:t>
            </w:r>
          </w:p>
        </w:tc>
        <w:tc>
          <w:tcPr>
            <w:tcW w:w="1873" w:type="dxa"/>
          </w:tcPr>
          <w:p w14:paraId="27F8033C" w14:textId="77777777" w:rsidR="00A05DA3" w:rsidRPr="00A05DA3" w:rsidRDefault="00A05DA3" w:rsidP="00D451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K_W01</w:t>
            </w:r>
          </w:p>
        </w:tc>
      </w:tr>
      <w:tr w:rsidR="00A05DA3" w:rsidRPr="000074E4" w14:paraId="65818D30" w14:textId="77777777" w:rsidTr="005E6E85">
        <w:tc>
          <w:tcPr>
            <w:tcW w:w="1701" w:type="dxa"/>
          </w:tcPr>
          <w:p w14:paraId="56A76B19" w14:textId="77777777" w:rsidR="00A05DA3" w:rsidRPr="000074E4" w:rsidRDefault="00A05DA3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2F930B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id</w:t>
            </w:r>
            <w:r w:rsidRPr="00A05DA3">
              <w:rPr>
                <w:rFonts w:ascii="Corbel" w:hAnsi="Corbel"/>
                <w:sz w:val="24"/>
                <w:szCs w:val="24"/>
              </w:rPr>
              <w:t>entyfik</w:t>
            </w:r>
            <w:r>
              <w:rPr>
                <w:rFonts w:ascii="Corbel" w:hAnsi="Corbel"/>
                <w:sz w:val="24"/>
                <w:szCs w:val="24"/>
              </w:rPr>
              <w:t>ować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procesy zachodzące w gospodarce i wskazywać na </w:t>
            </w:r>
            <w:r>
              <w:rPr>
                <w:rFonts w:ascii="Corbel" w:hAnsi="Corbel"/>
                <w:sz w:val="24"/>
                <w:szCs w:val="24"/>
              </w:rPr>
              <w:t>ich wpływ na planowanie strategiczne.</w:t>
            </w:r>
          </w:p>
        </w:tc>
        <w:tc>
          <w:tcPr>
            <w:tcW w:w="1873" w:type="dxa"/>
          </w:tcPr>
          <w:p w14:paraId="79569C6D" w14:textId="77777777" w:rsid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CFCD0C1" w14:textId="77777777" w:rsidR="00A05DA3" w:rsidRP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A05DA3" w:rsidRPr="000074E4" w14:paraId="31DDF006" w14:textId="77777777" w:rsidTr="005E6E85">
        <w:tc>
          <w:tcPr>
            <w:tcW w:w="1701" w:type="dxa"/>
          </w:tcPr>
          <w:p w14:paraId="41960800" w14:textId="7777777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BC7615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Pozyskuje dane i posługuje się narzędziami analizy strategicznej przy projektowaniu strategii konkurencji, poszukując optymalnych rozwiązań dla przedsiębiorstwa.</w:t>
            </w:r>
          </w:p>
        </w:tc>
        <w:tc>
          <w:tcPr>
            <w:tcW w:w="1873" w:type="dxa"/>
          </w:tcPr>
          <w:p w14:paraId="2A4E307F" w14:textId="77777777" w:rsidR="00BB2420" w:rsidRDefault="00BB2420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K_U03</w:t>
            </w:r>
          </w:p>
          <w:p w14:paraId="6E723246" w14:textId="77777777" w:rsidR="00BB2420" w:rsidRDefault="00A05DA3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K_U05</w:t>
            </w:r>
          </w:p>
          <w:p w14:paraId="0495AD78" w14:textId="77777777" w:rsidR="00A05DA3" w:rsidRPr="00A05DA3" w:rsidRDefault="00BB2420" w:rsidP="00BB24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A05DA3" w:rsidRPr="000074E4" w14:paraId="33B29FB2" w14:textId="77777777" w:rsidTr="005E6E85">
        <w:tc>
          <w:tcPr>
            <w:tcW w:w="1701" w:type="dxa"/>
          </w:tcPr>
          <w:p w14:paraId="74357262" w14:textId="78819B16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A131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2B963C" w14:textId="77777777" w:rsidR="00A05DA3" w:rsidRPr="00A05DA3" w:rsidRDefault="00BB2420" w:rsidP="00BB242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posługiwać się terminologią z zakresu planowania strategicznego dyskutując o wariantach rozwiązań problemów przedsiębiorstwa.</w:t>
            </w:r>
          </w:p>
        </w:tc>
        <w:tc>
          <w:tcPr>
            <w:tcW w:w="1873" w:type="dxa"/>
          </w:tcPr>
          <w:p w14:paraId="661AB4C3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K_U07</w:t>
            </w:r>
          </w:p>
        </w:tc>
      </w:tr>
      <w:tr w:rsidR="00A05DA3" w:rsidRPr="000074E4" w14:paraId="108734FD" w14:textId="77777777" w:rsidTr="005E6E85">
        <w:tc>
          <w:tcPr>
            <w:tcW w:w="1701" w:type="dxa"/>
          </w:tcPr>
          <w:p w14:paraId="139A5216" w14:textId="49BEEDD6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A131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B84611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rganizuje pracę indywidualną oraz w zespole, przyjmując w niej różne role oraz współodpowied</w:t>
            </w:r>
            <w:r>
              <w:rPr>
                <w:rFonts w:ascii="Corbel" w:hAnsi="Corbel"/>
                <w:sz w:val="24"/>
                <w:szCs w:val="24"/>
              </w:rPr>
              <w:t>zialność za realizowane zadania.</w:t>
            </w:r>
          </w:p>
        </w:tc>
        <w:tc>
          <w:tcPr>
            <w:tcW w:w="1873" w:type="dxa"/>
          </w:tcPr>
          <w:p w14:paraId="1A5D6DC2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A05DA3" w:rsidRPr="000074E4" w14:paraId="7B3DF1C8" w14:textId="77777777" w:rsidTr="005E6E85">
        <w:tc>
          <w:tcPr>
            <w:tcW w:w="1701" w:type="dxa"/>
          </w:tcPr>
          <w:p w14:paraId="55CE86DB" w14:textId="52F2C86A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A131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7CA63B8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4E3E2D9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</w:tbl>
    <w:p w14:paraId="1299C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4DDBEF00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3.3</w:t>
      </w:r>
      <w:r w:rsidR="000074E4">
        <w:rPr>
          <w:rFonts w:ascii="Corbel" w:hAnsi="Corbel"/>
          <w:b/>
          <w:sz w:val="24"/>
          <w:szCs w:val="24"/>
        </w:rPr>
        <w:t>.</w:t>
      </w:r>
      <w:r w:rsidR="001D7B54" w:rsidRPr="000074E4">
        <w:rPr>
          <w:rFonts w:ascii="Corbel" w:hAnsi="Corbel"/>
          <w:b/>
          <w:sz w:val="24"/>
          <w:szCs w:val="24"/>
        </w:rPr>
        <w:t xml:space="preserve"> </w:t>
      </w:r>
      <w:r w:rsidR="0085747A" w:rsidRPr="000074E4">
        <w:rPr>
          <w:rFonts w:ascii="Corbel" w:hAnsi="Corbel"/>
          <w:b/>
          <w:sz w:val="24"/>
          <w:szCs w:val="24"/>
        </w:rPr>
        <w:t>T</w:t>
      </w:r>
      <w:r w:rsidR="001D7B54" w:rsidRPr="000074E4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2E171A" w:rsidRPr="000074E4" w:rsidRDefault="002E1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675843" w:rsidRPr="000074E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171A" w14:paraId="587EA2A8" w14:textId="77777777" w:rsidTr="00923D7D">
        <w:tc>
          <w:tcPr>
            <w:tcW w:w="9639" w:type="dxa"/>
          </w:tcPr>
          <w:p w14:paraId="35113026" w14:textId="77777777" w:rsidR="0085747A" w:rsidRPr="002E171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18CD" w:rsidRPr="002E171A" w14:paraId="120FA235" w14:textId="77777777" w:rsidTr="00923D7D">
        <w:tc>
          <w:tcPr>
            <w:tcW w:w="9639" w:type="dxa"/>
          </w:tcPr>
          <w:p w14:paraId="42DA0ED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2DAC948D" w14:textId="77777777" w:rsidTr="00923D7D">
        <w:tc>
          <w:tcPr>
            <w:tcW w:w="9639" w:type="dxa"/>
          </w:tcPr>
          <w:p w14:paraId="4351DA6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7418CD" w:rsidRPr="002E171A" w14:paraId="5CC47D58" w14:textId="77777777" w:rsidTr="00923D7D">
        <w:tc>
          <w:tcPr>
            <w:tcW w:w="9639" w:type="dxa"/>
          </w:tcPr>
          <w:p w14:paraId="062CDF2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7418CD" w:rsidRPr="002E171A" w14:paraId="35F9D014" w14:textId="77777777" w:rsidTr="00923D7D">
        <w:tc>
          <w:tcPr>
            <w:tcW w:w="9639" w:type="dxa"/>
          </w:tcPr>
          <w:p w14:paraId="4D656B70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7418CD" w:rsidRPr="002E171A" w14:paraId="29F600C7" w14:textId="77777777" w:rsidTr="00923D7D">
        <w:tc>
          <w:tcPr>
            <w:tcW w:w="9639" w:type="dxa"/>
          </w:tcPr>
          <w:p w14:paraId="0ED7EF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7418CD" w:rsidRPr="002E171A" w14:paraId="4E141656" w14:textId="77777777" w:rsidTr="00923D7D">
        <w:tc>
          <w:tcPr>
            <w:tcW w:w="9639" w:type="dxa"/>
          </w:tcPr>
          <w:p w14:paraId="055168D5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Zarys budżetowania strategicznego. </w:t>
            </w:r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IP </w:t>
            </w:r>
            <w:proofErr w:type="spellStart"/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i</w:t>
            </w:r>
            <w:proofErr w:type="spellEnd"/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start-up, spin-off, spin-out.</w:t>
            </w:r>
          </w:p>
        </w:tc>
      </w:tr>
      <w:tr w:rsidR="007418CD" w:rsidRPr="002E171A" w14:paraId="74AB364C" w14:textId="77777777" w:rsidTr="00923D7D">
        <w:tc>
          <w:tcPr>
            <w:tcW w:w="9639" w:type="dxa"/>
          </w:tcPr>
          <w:p w14:paraId="2E6EDB3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15EFAAFA" w14:textId="77777777" w:rsidTr="00923D7D">
        <w:tc>
          <w:tcPr>
            <w:tcW w:w="9639" w:type="dxa"/>
          </w:tcPr>
          <w:p w14:paraId="2FD104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</w:tbl>
    <w:p w14:paraId="0FB78278" w14:textId="77777777" w:rsidR="0085747A" w:rsidRPr="000074E4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4E4">
        <w:rPr>
          <w:rFonts w:ascii="Corbel" w:hAnsi="Corbel"/>
          <w:sz w:val="24"/>
          <w:szCs w:val="24"/>
        </w:rPr>
        <w:t xml:space="preserve">, </w:t>
      </w:r>
      <w:r w:rsidRPr="000074E4">
        <w:rPr>
          <w:rFonts w:ascii="Corbel" w:hAnsi="Corbel"/>
          <w:sz w:val="24"/>
          <w:szCs w:val="24"/>
        </w:rPr>
        <w:t xml:space="preserve">zajęć praktycznych </w:t>
      </w:r>
    </w:p>
    <w:p w14:paraId="1FC39945" w14:textId="77777777" w:rsidR="0085747A" w:rsidRPr="000074E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55225495" w14:textId="77777777" w:rsidTr="00923D7D">
        <w:tc>
          <w:tcPr>
            <w:tcW w:w="9639" w:type="dxa"/>
          </w:tcPr>
          <w:p w14:paraId="5D69D229" w14:textId="77777777" w:rsidR="0085747A" w:rsidRPr="000074E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70A4" w:rsidRPr="000074E4" w14:paraId="664EBFC3" w14:textId="77777777" w:rsidTr="00923D7D">
        <w:tc>
          <w:tcPr>
            <w:tcW w:w="9639" w:type="dxa"/>
          </w:tcPr>
          <w:p w14:paraId="55F4ABD2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Wprowadzenie do analizy strategicznej (obszary strategiczne przedsiębiorstw; definicja i pojęcia etapy procesu zarządzania strategicznego)</w:t>
            </w:r>
          </w:p>
        </w:tc>
      </w:tr>
      <w:tr w:rsidR="00DF70A4" w:rsidRPr="000074E4" w14:paraId="14CE3416" w14:textId="77777777" w:rsidTr="00923D7D">
        <w:tc>
          <w:tcPr>
            <w:tcW w:w="9639" w:type="dxa"/>
          </w:tcPr>
          <w:p w14:paraId="4FCC987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</w:t>
            </w:r>
            <w:proofErr w:type="spellEnd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study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0A1C2D8" w14:textId="77777777" w:rsidTr="00923D7D">
        <w:tc>
          <w:tcPr>
            <w:tcW w:w="9639" w:type="dxa"/>
          </w:tcPr>
          <w:p w14:paraId="0F74B936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Analiza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portfolio (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macierz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BCG; 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macierz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General Electric) (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analiza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</w:t>
            </w:r>
            <w:r w:rsidRPr="000074E4">
              <w:rPr>
                <w:rFonts w:ascii="Corbel" w:eastAsia="Times New Roman" w:hAnsi="Corbel"/>
                <w:i/>
                <w:iCs/>
                <w:lang w:val="en-US" w:eastAsia="pl-PL"/>
              </w:rPr>
              <w:t>case study</w:t>
            </w:r>
            <w:r w:rsidRPr="000074E4">
              <w:rPr>
                <w:rFonts w:ascii="Corbel" w:eastAsia="Times New Roman" w:hAnsi="Corbel"/>
                <w:lang w:val="en-US" w:eastAsia="pl-PL"/>
              </w:rPr>
              <w:t>)</w:t>
            </w:r>
          </w:p>
        </w:tc>
      </w:tr>
      <w:tr w:rsidR="00DF70A4" w:rsidRPr="000074E4" w14:paraId="2749B9EE" w14:textId="77777777" w:rsidTr="00923D7D">
        <w:tc>
          <w:tcPr>
            <w:tcW w:w="9639" w:type="dxa"/>
          </w:tcPr>
          <w:p w14:paraId="4201B10D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</w:t>
            </w:r>
            <w:proofErr w:type="spellStart"/>
            <w:r w:rsidRPr="000074E4">
              <w:rPr>
                <w:rFonts w:ascii="Corbel" w:eastAsia="Times New Roman" w:hAnsi="Corbel"/>
                <w:lang w:eastAsia="pl-PL"/>
              </w:rPr>
              <w:t>SWOT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>/</w:t>
            </w:r>
            <w:proofErr w:type="spellStart"/>
            <w:r w:rsidRPr="000074E4">
              <w:rPr>
                <w:rFonts w:ascii="Corbel" w:eastAsia="Times New Roman" w:hAnsi="Corbel"/>
                <w:lang w:eastAsia="pl-PL"/>
              </w:rPr>
              <w:t>TOWS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 xml:space="preserve"> jako narzędzie analizy otoczenia organizacji i jej wnętrza oraz budowy opcji strategicznych podmiotu (analiza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</w:t>
            </w:r>
            <w:proofErr w:type="spellEnd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study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550355A" w14:textId="77777777" w:rsidTr="002623F7">
        <w:tc>
          <w:tcPr>
            <w:tcW w:w="9639" w:type="dxa"/>
          </w:tcPr>
          <w:p w14:paraId="66BE3115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DF70A4" w:rsidRPr="000074E4" w14:paraId="5F71139D" w14:textId="77777777" w:rsidTr="00923D7D">
        <w:tc>
          <w:tcPr>
            <w:tcW w:w="9639" w:type="dxa"/>
          </w:tcPr>
          <w:p w14:paraId="00BA87C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Charakterystyka strategii rozwoju I. </w:t>
            </w:r>
            <w:proofErr w:type="spellStart"/>
            <w:r w:rsidRPr="000074E4">
              <w:rPr>
                <w:rFonts w:ascii="Corbel" w:eastAsia="Times New Roman" w:hAnsi="Corbel"/>
                <w:lang w:eastAsia="pl-PL"/>
              </w:rPr>
              <w:t>Ansoffa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 xml:space="preserve"> (budowa macierzy, charakterystyka strategii, ograniczenia w stosowaniu strategii, typy zmian strategii w macierzy)</w:t>
            </w:r>
          </w:p>
        </w:tc>
      </w:tr>
      <w:tr w:rsidR="00DF70A4" w:rsidRPr="000074E4" w14:paraId="53B71186" w14:textId="77777777" w:rsidTr="00923D7D">
        <w:tc>
          <w:tcPr>
            <w:tcW w:w="9639" w:type="dxa"/>
          </w:tcPr>
          <w:p w14:paraId="559A636E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</w:tbl>
    <w:p w14:paraId="0562CB0E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0074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3.4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Metody dydaktyczne</w:t>
      </w:r>
      <w:r w:rsidRPr="000074E4">
        <w:rPr>
          <w:rFonts w:ascii="Corbel" w:hAnsi="Corbel"/>
          <w:b w:val="0"/>
          <w:smallCaps w:val="0"/>
          <w:szCs w:val="24"/>
        </w:rPr>
        <w:t xml:space="preserve"> </w:t>
      </w:r>
    </w:p>
    <w:p w14:paraId="34CE0A4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2CEA7" w14:textId="77777777" w:rsidR="002E171A" w:rsidRPr="002E171A" w:rsidRDefault="002E171A" w:rsidP="002E17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2E171A">
        <w:rPr>
          <w:rFonts w:ascii="Corbel" w:hAnsi="Corbel"/>
          <w:b w:val="0"/>
          <w:smallCaps w:val="0"/>
        </w:rPr>
        <w:t xml:space="preserve">W realizacji zajęć podstawą będzie wykonywanie przykładów opartych na </w:t>
      </w:r>
      <w:proofErr w:type="spellStart"/>
      <w:r w:rsidRPr="002E171A">
        <w:rPr>
          <w:rFonts w:ascii="Corbel" w:hAnsi="Corbel"/>
          <w:b w:val="0"/>
          <w:smallCaps w:val="0"/>
        </w:rPr>
        <w:t>case</w:t>
      </w:r>
      <w:proofErr w:type="spellEnd"/>
      <w:r w:rsidRPr="002E171A">
        <w:rPr>
          <w:rFonts w:ascii="Corbel" w:hAnsi="Corbel"/>
          <w:b w:val="0"/>
          <w:smallCaps w:val="0"/>
        </w:rPr>
        <w:t xml:space="preserve"> </w:t>
      </w:r>
      <w:proofErr w:type="spellStart"/>
      <w:r w:rsidRPr="002E171A">
        <w:rPr>
          <w:rFonts w:ascii="Corbel" w:hAnsi="Corbel"/>
          <w:b w:val="0"/>
          <w:smallCaps w:val="0"/>
        </w:rPr>
        <w:t>study</w:t>
      </w:r>
      <w:proofErr w:type="spellEnd"/>
      <w:r w:rsidRPr="002E171A">
        <w:rPr>
          <w:rFonts w:ascii="Corbel" w:hAnsi="Corbel"/>
          <w:smallCaps w:val="0"/>
        </w:rPr>
        <w:t>.</w:t>
      </w:r>
    </w:p>
    <w:p w14:paraId="7FB563BA" w14:textId="77777777" w:rsidR="008B0B7F" w:rsidRDefault="00824D71" w:rsidP="008B0B7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2E171A">
        <w:rPr>
          <w:rFonts w:ascii="Corbel" w:hAnsi="Corbel"/>
          <w:b w:val="0"/>
          <w:smallCaps w:val="0"/>
          <w:szCs w:val="24"/>
        </w:rPr>
        <w:t>.</w:t>
      </w:r>
    </w:p>
    <w:p w14:paraId="62EBF3C5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8A12B" w14:textId="77777777" w:rsidR="002E171A" w:rsidRPr="000074E4" w:rsidRDefault="002E171A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0074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4. </w:t>
      </w:r>
      <w:r w:rsidR="0085747A" w:rsidRPr="000074E4">
        <w:rPr>
          <w:rFonts w:ascii="Corbel" w:hAnsi="Corbel"/>
          <w:smallCaps w:val="0"/>
          <w:szCs w:val="24"/>
        </w:rPr>
        <w:t>METODY I KRYTERIA OCENY</w:t>
      </w:r>
      <w:r w:rsidR="009F4610" w:rsidRPr="000074E4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0074E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0074E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4.1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Sposoby weryfikacji efektów </w:t>
      </w:r>
      <w:r w:rsidR="002E171A">
        <w:rPr>
          <w:rFonts w:ascii="Corbel" w:hAnsi="Corbel"/>
          <w:smallCaps w:val="0"/>
          <w:szCs w:val="24"/>
        </w:rPr>
        <w:t>ucz</w:t>
      </w:r>
      <w:r w:rsidRPr="000074E4">
        <w:rPr>
          <w:rFonts w:ascii="Corbel" w:hAnsi="Corbel"/>
          <w:smallCaps w:val="0"/>
          <w:szCs w:val="24"/>
        </w:rPr>
        <w:t>enia</w:t>
      </w:r>
      <w:r w:rsidR="002E171A">
        <w:rPr>
          <w:rFonts w:ascii="Corbel" w:hAnsi="Corbel"/>
          <w:smallCaps w:val="0"/>
          <w:szCs w:val="24"/>
        </w:rPr>
        <w:t xml:space="preserve"> się</w:t>
      </w:r>
    </w:p>
    <w:p w14:paraId="5997CC1D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0074E4" w14:paraId="3CD72C34" w14:textId="77777777" w:rsidTr="008272CB">
        <w:tc>
          <w:tcPr>
            <w:tcW w:w="1843" w:type="dxa"/>
            <w:vAlign w:val="center"/>
          </w:tcPr>
          <w:p w14:paraId="59C1A4F7" w14:textId="77777777" w:rsidR="0085747A" w:rsidRPr="000074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0074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74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74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2DB7" w:rsidRPr="000074E4" w14:paraId="3703B93B" w14:textId="77777777" w:rsidTr="008272CB">
        <w:tc>
          <w:tcPr>
            <w:tcW w:w="1843" w:type="dxa"/>
          </w:tcPr>
          <w:p w14:paraId="4EEBB90D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62521EB2" w14:textId="77777777" w:rsidR="00C22DB7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</w:t>
            </w:r>
            <w:r w:rsidR="002E171A">
              <w:rPr>
                <w:rFonts w:ascii="Corbel" w:hAnsi="Corbel"/>
                <w:color w:val="000000"/>
                <w:szCs w:val="24"/>
              </w:rPr>
              <w:t xml:space="preserve"> egzamin</w:t>
            </w:r>
          </w:p>
        </w:tc>
        <w:tc>
          <w:tcPr>
            <w:tcW w:w="2126" w:type="dxa"/>
          </w:tcPr>
          <w:p w14:paraId="2F73B9DA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4B455F7" w14:textId="77777777" w:rsidTr="00B22F29">
        <w:tc>
          <w:tcPr>
            <w:tcW w:w="1843" w:type="dxa"/>
          </w:tcPr>
          <w:p w14:paraId="69FEFE27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75CD9F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5F77404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D2889A0" w14:textId="77777777" w:rsidTr="00B22F29">
        <w:tc>
          <w:tcPr>
            <w:tcW w:w="1843" w:type="dxa"/>
          </w:tcPr>
          <w:p w14:paraId="002D746F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10C04EB7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D54A6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7986E5CC" w14:textId="77777777" w:rsidTr="00B22F29">
        <w:tc>
          <w:tcPr>
            <w:tcW w:w="1843" w:type="dxa"/>
          </w:tcPr>
          <w:p w14:paraId="78C3198C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0612CB07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7238A3C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11F29325" w14:textId="77777777" w:rsidTr="00B22F29">
        <w:tc>
          <w:tcPr>
            <w:tcW w:w="1843" w:type="dxa"/>
          </w:tcPr>
          <w:p w14:paraId="4A2F1096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071019D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8E225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F11C76" w:rsidRPr="000074E4" w14:paraId="4BC04801" w14:textId="77777777" w:rsidTr="00B22F29">
        <w:tc>
          <w:tcPr>
            <w:tcW w:w="1843" w:type="dxa"/>
          </w:tcPr>
          <w:p w14:paraId="1E73F495" w14:textId="77777777" w:rsidR="00F11C76" w:rsidRPr="002E171A" w:rsidRDefault="00BB2420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670" w:type="dxa"/>
          </w:tcPr>
          <w:p w14:paraId="7E1ACAA6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</w:t>
            </w:r>
            <w:r w:rsidR="00A05DA3">
              <w:rPr>
                <w:rFonts w:ascii="Corbel" w:hAnsi="Corbel"/>
                <w:color w:val="000000"/>
                <w:szCs w:val="24"/>
              </w:rPr>
              <w:t>erwacja w trakcie zajęć</w:t>
            </w:r>
          </w:p>
        </w:tc>
        <w:tc>
          <w:tcPr>
            <w:tcW w:w="2126" w:type="dxa"/>
          </w:tcPr>
          <w:p w14:paraId="36029483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</w:tbl>
    <w:p w14:paraId="110FFD37" w14:textId="77777777" w:rsidR="00603281" w:rsidRPr="000074E4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0074E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4.2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</w:t>
      </w:r>
      <w:r w:rsidR="0085747A" w:rsidRPr="000074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074E4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923D7D" w:rsidRPr="000074E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1BE43022" w14:textId="77777777" w:rsidTr="00923D7D">
        <w:tc>
          <w:tcPr>
            <w:tcW w:w="9670" w:type="dxa"/>
          </w:tcPr>
          <w:p w14:paraId="7816D55C" w14:textId="77777777" w:rsidR="0085747A" w:rsidRPr="000074E4" w:rsidRDefault="00DF70A4" w:rsidP="008B0B7F">
            <w:pPr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</w:rPr>
              <w:t>Zaliczenie</w:t>
            </w:r>
            <w:r w:rsidR="002E171A">
              <w:rPr>
                <w:rFonts w:ascii="Corbel" w:hAnsi="Corbel"/>
              </w:rPr>
              <w:t xml:space="preserve"> </w:t>
            </w:r>
            <w:r w:rsidRPr="000074E4">
              <w:rPr>
                <w:rFonts w:ascii="Corbel" w:hAnsi="Corbel"/>
              </w:rPr>
              <w:t>– podstawą oceny pozytywnej jest wynik pracy pisemnej</w:t>
            </w:r>
            <w:r w:rsidR="002E171A">
              <w:rPr>
                <w:rFonts w:ascii="Corbel" w:hAnsi="Corbel"/>
              </w:rPr>
              <w:t>.</w:t>
            </w:r>
          </w:p>
        </w:tc>
      </w:tr>
    </w:tbl>
    <w:p w14:paraId="3FE9F2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2F646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0074E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 xml:space="preserve">5. </w:t>
      </w:r>
      <w:r w:rsidR="00C61DC5" w:rsidRPr="000074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0074E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0074E4">
        <w:rPr>
          <w:rFonts w:ascii="Corbel" w:hAnsi="Corbel"/>
          <w:b/>
          <w:sz w:val="24"/>
          <w:szCs w:val="24"/>
        </w:rPr>
        <w:t xml:space="preserve"> </w:t>
      </w:r>
    </w:p>
    <w:p w14:paraId="08CE6F9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4E4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074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4E4" w14:paraId="1855741F" w14:textId="77777777" w:rsidTr="00923D7D">
        <w:tc>
          <w:tcPr>
            <w:tcW w:w="4962" w:type="dxa"/>
          </w:tcPr>
          <w:p w14:paraId="61E4BC23" w14:textId="77777777" w:rsidR="0085747A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4E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4E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71A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69D2716D" w:rsidR="0085747A" w:rsidRPr="000074E4" w:rsidRDefault="00806DF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0074E4" w14:paraId="416E8161" w14:textId="77777777" w:rsidTr="00923D7D">
        <w:tc>
          <w:tcPr>
            <w:tcW w:w="4962" w:type="dxa"/>
          </w:tcPr>
          <w:p w14:paraId="61BA0769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F999B5" w14:textId="77777777" w:rsidR="00C61DC5" w:rsidRPr="000074E4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074E4" w14:paraId="5A0C8EBC" w14:textId="77777777" w:rsidTr="00923D7D">
        <w:tc>
          <w:tcPr>
            <w:tcW w:w="4962" w:type="dxa"/>
          </w:tcPr>
          <w:p w14:paraId="6A474036" w14:textId="77777777" w:rsidR="00C61DC5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074E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074E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(przygotowanie do zajęć, egzaminu,)</w:t>
            </w:r>
          </w:p>
        </w:tc>
        <w:tc>
          <w:tcPr>
            <w:tcW w:w="4677" w:type="dxa"/>
          </w:tcPr>
          <w:p w14:paraId="55739EF0" w14:textId="3ACF1156" w:rsidR="00C61DC5" w:rsidRPr="000074E4" w:rsidRDefault="00806DF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0074E4" w14:paraId="2B55E3E1" w14:textId="77777777" w:rsidTr="00923D7D">
        <w:tc>
          <w:tcPr>
            <w:tcW w:w="4962" w:type="dxa"/>
          </w:tcPr>
          <w:p w14:paraId="3D4B2727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0074E4" w:rsidRDefault="002E171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5747A" w:rsidRPr="000074E4" w14:paraId="42922784" w14:textId="77777777" w:rsidTr="00923D7D">
        <w:tc>
          <w:tcPr>
            <w:tcW w:w="4962" w:type="dxa"/>
          </w:tcPr>
          <w:p w14:paraId="5FD1C35E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0074E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0074E4" w:rsidRDefault="00F11C7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4E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0074E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0074E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1CDCEAD" w14:textId="77777777" w:rsidR="002E171A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BB9E253" w14:textId="77777777" w:rsidR="002E171A" w:rsidRPr="000074E4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6. </w:t>
      </w:r>
      <w:r w:rsidR="0085747A" w:rsidRPr="000074E4">
        <w:rPr>
          <w:rFonts w:ascii="Corbel" w:hAnsi="Corbel"/>
          <w:smallCaps w:val="0"/>
          <w:szCs w:val="24"/>
        </w:rPr>
        <w:t>PRAKTYKI ZAWODOWE W RAMACH PRZEDMIOTU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23DE523C" w14:textId="77777777" w:rsidR="0085747A" w:rsidRPr="000074E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074E4" w14:paraId="5454FE01" w14:textId="77777777" w:rsidTr="00702E75">
        <w:trPr>
          <w:trHeight w:val="397"/>
        </w:trPr>
        <w:tc>
          <w:tcPr>
            <w:tcW w:w="2359" w:type="pct"/>
          </w:tcPr>
          <w:p w14:paraId="146D6691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4E4" w14:paraId="5BCC8499" w14:textId="77777777" w:rsidTr="00702E75">
        <w:trPr>
          <w:trHeight w:val="397"/>
        </w:trPr>
        <w:tc>
          <w:tcPr>
            <w:tcW w:w="2359" w:type="pct"/>
          </w:tcPr>
          <w:p w14:paraId="05EFD703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E5622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47A01" w14:textId="77777777" w:rsidR="002E171A" w:rsidRPr="000074E4" w:rsidRDefault="002E171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7. </w:t>
      </w:r>
      <w:r w:rsidR="0085747A" w:rsidRPr="000074E4">
        <w:rPr>
          <w:rFonts w:ascii="Corbel" w:hAnsi="Corbel"/>
          <w:smallCaps w:val="0"/>
          <w:szCs w:val="24"/>
        </w:rPr>
        <w:t>LITERATURA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5043CB0F" w14:textId="77777777" w:rsidR="00675843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074E4" w14:paraId="4634961E" w14:textId="77777777" w:rsidTr="4331DA34">
        <w:trPr>
          <w:trHeight w:val="397"/>
        </w:trPr>
        <w:tc>
          <w:tcPr>
            <w:tcW w:w="5000" w:type="pct"/>
          </w:tcPr>
          <w:p w14:paraId="729C9695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BB1D02" w14:textId="77777777" w:rsidR="00FB065B" w:rsidRPr="002E171A" w:rsidRDefault="00FB065B" w:rsidP="002E171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Strategia i </w:t>
            </w: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biznesu / red. nauk. Piotr Lis. Poznań: Wydawnictwo Uniwersytetu Ekonomicznego, 2014</w:t>
            </w:r>
            <w:r w:rsidR="002E171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70F3E6A" w14:textId="50840323" w:rsidR="00C93776" w:rsidRPr="002E171A" w:rsidRDefault="00FB065B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331DA34">
              <w:rPr>
                <w:rFonts w:ascii="Corbel" w:hAnsi="Corbel" w:cs="Arial"/>
                <w:b w:val="0"/>
                <w:smallCaps w:val="0"/>
              </w:rPr>
              <w:t xml:space="preserve">Energia: zasoby, procesy, technologie, rynki, transformacje, modele biznesowe, </w:t>
            </w:r>
            <w:r w:rsidRPr="4331DA34">
              <w:rPr>
                <w:rStyle w:val="highlight"/>
                <w:rFonts w:ascii="Corbel" w:hAnsi="Corbel" w:cs="Arial"/>
                <w:b w:val="0"/>
                <w:smallCaps w:val="0"/>
              </w:rPr>
              <w:t xml:space="preserve">planowanie </w:t>
            </w:r>
            <w:r w:rsidRPr="4331DA34">
              <w:rPr>
                <w:rFonts w:ascii="Corbel" w:hAnsi="Corbel" w:cs="Arial"/>
                <w:b w:val="0"/>
                <w:smallCaps w:val="0"/>
              </w:rPr>
              <w:t>rozwoju /</w:t>
            </w:r>
            <w:r w:rsidR="002E171A" w:rsidRPr="4331DA34">
              <w:rPr>
                <w:rFonts w:ascii="Corbel" w:hAnsi="Corbel" w:cs="Arial"/>
                <w:b w:val="0"/>
                <w:smallCaps w:val="0"/>
              </w:rPr>
              <w:t xml:space="preserve"> </w:t>
            </w:r>
            <w:r w:rsidRPr="4331DA34">
              <w:rPr>
                <w:rFonts w:ascii="Corbel" w:hAnsi="Corbel" w:cs="Arial"/>
                <w:b w:val="0"/>
                <w:smallCaps w:val="0"/>
              </w:rPr>
              <w:t xml:space="preserve">Franciszek Krawiec. Warszawa: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</w:rPr>
              <w:t>Difin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</w:rPr>
              <w:t>, 2012</w:t>
            </w:r>
            <w:r w:rsidR="00C22DB7" w:rsidRPr="4331DA34">
              <w:rPr>
                <w:rFonts w:ascii="Corbel" w:hAnsi="Corbel"/>
                <w:b w:val="0"/>
                <w:smallCaps w:val="0"/>
              </w:rPr>
              <w:t>.</w:t>
            </w:r>
          </w:p>
          <w:p w14:paraId="3A5EB38D" w14:textId="788EC41D" w:rsidR="00C93776" w:rsidRPr="002E171A" w:rsidRDefault="58CFD5B9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>Wierzbinski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 xml:space="preserve"> B.,2018. Zdolności adaptacyjne przedsiębiorstw w  sieci jako zasób niematerialny w procesie konkurowania. </w:t>
            </w:r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Humanities and Social Sciences, HSS, vol. XXIII, 25 (1/2018),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wyd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.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Politechniki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Rzeszowskiej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, s.205-2018.</w:t>
            </w:r>
          </w:p>
        </w:tc>
      </w:tr>
      <w:tr w:rsidR="0085747A" w:rsidRPr="000074E4" w14:paraId="4B608F68" w14:textId="77777777" w:rsidTr="4331DA34">
        <w:trPr>
          <w:trHeight w:val="397"/>
        </w:trPr>
        <w:tc>
          <w:tcPr>
            <w:tcW w:w="5000" w:type="pct"/>
          </w:tcPr>
          <w:p w14:paraId="218CA5F3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E89C560" w14:textId="77777777" w:rsidR="00C93776" w:rsidRPr="002E171A" w:rsidRDefault="00FB065B" w:rsidP="002E171A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i stra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tegie biznesowe / Paul M. </w:t>
            </w:r>
            <w:proofErr w:type="spellStart"/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Elkin</w:t>
            </w:r>
            <w:proofErr w:type="spellEnd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; [przeł. Joanna Borowska]. Wyd. 2. Warszawa: </w:t>
            </w:r>
            <w:proofErr w:type="spellStart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WoltersKluwer</w:t>
            </w:r>
            <w:proofErr w:type="spellEnd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 Polska, 2013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.</w:t>
            </w:r>
          </w:p>
        </w:tc>
      </w:tr>
    </w:tbl>
    <w:p w14:paraId="07459315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7F28F" w14:textId="77777777" w:rsidR="002E171A" w:rsidRPr="000074E4" w:rsidRDefault="002E171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074E4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074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ED193" w14:textId="77777777" w:rsidR="00AB54F1" w:rsidRDefault="00AB54F1" w:rsidP="00C16ABF">
      <w:pPr>
        <w:spacing w:after="0" w:line="240" w:lineRule="auto"/>
      </w:pPr>
      <w:r>
        <w:separator/>
      </w:r>
    </w:p>
  </w:endnote>
  <w:endnote w:type="continuationSeparator" w:id="0">
    <w:p w14:paraId="0D551590" w14:textId="77777777" w:rsidR="00AB54F1" w:rsidRDefault="00AB54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DEEF9" w14:textId="77777777" w:rsidR="00AB54F1" w:rsidRDefault="00AB54F1" w:rsidP="00C16ABF">
      <w:pPr>
        <w:spacing w:after="0" w:line="240" w:lineRule="auto"/>
      </w:pPr>
      <w:r>
        <w:separator/>
      </w:r>
    </w:p>
  </w:footnote>
  <w:footnote w:type="continuationSeparator" w:id="0">
    <w:p w14:paraId="6ADB5154" w14:textId="77777777" w:rsidR="00AB54F1" w:rsidRDefault="00AB54F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074E4" w:rsidRDefault="000074E4" w:rsidP="000074E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65080"/>
    <w:multiLevelType w:val="hybridMultilevel"/>
    <w:tmpl w:val="228813E8"/>
    <w:lvl w:ilvl="0" w:tplc="0546A126">
      <w:start w:val="1"/>
      <w:numFmt w:val="decimal"/>
      <w:lvlText w:val="%1."/>
      <w:lvlJc w:val="left"/>
      <w:pPr>
        <w:ind w:left="720" w:hanging="360"/>
      </w:pPr>
    </w:lvl>
    <w:lvl w:ilvl="1" w:tplc="B15A6ED2">
      <w:start w:val="1"/>
      <w:numFmt w:val="lowerLetter"/>
      <w:lvlText w:val="%2."/>
      <w:lvlJc w:val="left"/>
      <w:pPr>
        <w:ind w:left="1440" w:hanging="360"/>
      </w:pPr>
    </w:lvl>
    <w:lvl w:ilvl="2" w:tplc="0B4486BA">
      <w:start w:val="1"/>
      <w:numFmt w:val="lowerRoman"/>
      <w:lvlText w:val="%3."/>
      <w:lvlJc w:val="right"/>
      <w:pPr>
        <w:ind w:left="2160" w:hanging="180"/>
      </w:pPr>
    </w:lvl>
    <w:lvl w:ilvl="3" w:tplc="042ECD84">
      <w:start w:val="1"/>
      <w:numFmt w:val="decimal"/>
      <w:lvlText w:val="%4."/>
      <w:lvlJc w:val="left"/>
      <w:pPr>
        <w:ind w:left="2880" w:hanging="360"/>
      </w:pPr>
    </w:lvl>
    <w:lvl w:ilvl="4" w:tplc="D98C6A5C">
      <w:start w:val="1"/>
      <w:numFmt w:val="lowerLetter"/>
      <w:lvlText w:val="%5."/>
      <w:lvlJc w:val="left"/>
      <w:pPr>
        <w:ind w:left="3600" w:hanging="360"/>
      </w:pPr>
    </w:lvl>
    <w:lvl w:ilvl="5" w:tplc="DD4ADBA8">
      <w:start w:val="1"/>
      <w:numFmt w:val="lowerRoman"/>
      <w:lvlText w:val="%6."/>
      <w:lvlJc w:val="right"/>
      <w:pPr>
        <w:ind w:left="4320" w:hanging="180"/>
      </w:pPr>
    </w:lvl>
    <w:lvl w:ilvl="6" w:tplc="658C3F3C">
      <w:start w:val="1"/>
      <w:numFmt w:val="decimal"/>
      <w:lvlText w:val="%7."/>
      <w:lvlJc w:val="left"/>
      <w:pPr>
        <w:ind w:left="5040" w:hanging="360"/>
      </w:pPr>
    </w:lvl>
    <w:lvl w:ilvl="7" w:tplc="5AE09A20">
      <w:start w:val="1"/>
      <w:numFmt w:val="lowerLetter"/>
      <w:lvlText w:val="%8."/>
      <w:lvlJc w:val="left"/>
      <w:pPr>
        <w:ind w:left="5760" w:hanging="360"/>
      </w:pPr>
    </w:lvl>
    <w:lvl w:ilvl="8" w:tplc="2326BA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4E4"/>
    <w:rsid w:val="000077B4"/>
    <w:rsid w:val="00013CB1"/>
    <w:rsid w:val="00015B8F"/>
    <w:rsid w:val="00022ECE"/>
    <w:rsid w:val="000302A3"/>
    <w:rsid w:val="00042A51"/>
    <w:rsid w:val="00042D2E"/>
    <w:rsid w:val="00044C82"/>
    <w:rsid w:val="0005638D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3727"/>
    <w:rsid w:val="0022477D"/>
    <w:rsid w:val="002336F9"/>
    <w:rsid w:val="00240090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E171A"/>
    <w:rsid w:val="002F02A3"/>
    <w:rsid w:val="002F4ABE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E85"/>
    <w:rsid w:val="003C0BAE"/>
    <w:rsid w:val="003D18A9"/>
    <w:rsid w:val="003D6CE2"/>
    <w:rsid w:val="003E1941"/>
    <w:rsid w:val="003E2FE6"/>
    <w:rsid w:val="003E49D5"/>
    <w:rsid w:val="003E50D4"/>
    <w:rsid w:val="003F38C0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497A"/>
    <w:rsid w:val="00585704"/>
    <w:rsid w:val="0059544B"/>
    <w:rsid w:val="005A0855"/>
    <w:rsid w:val="005A0926"/>
    <w:rsid w:val="005A3196"/>
    <w:rsid w:val="005A5D72"/>
    <w:rsid w:val="005C080F"/>
    <w:rsid w:val="005C55E5"/>
    <w:rsid w:val="005C696A"/>
    <w:rsid w:val="005E089A"/>
    <w:rsid w:val="005E6E85"/>
    <w:rsid w:val="005F31D2"/>
    <w:rsid w:val="005F60A9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D050F"/>
    <w:rsid w:val="006D6139"/>
    <w:rsid w:val="006E32D8"/>
    <w:rsid w:val="006E5D65"/>
    <w:rsid w:val="006F1282"/>
    <w:rsid w:val="006F1FBC"/>
    <w:rsid w:val="00702E75"/>
    <w:rsid w:val="007072BA"/>
    <w:rsid w:val="00713C5A"/>
    <w:rsid w:val="0071620A"/>
    <w:rsid w:val="00724677"/>
    <w:rsid w:val="00725459"/>
    <w:rsid w:val="00734608"/>
    <w:rsid w:val="00740F0D"/>
    <w:rsid w:val="007418CD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C3299"/>
    <w:rsid w:val="007C3BCC"/>
    <w:rsid w:val="007D6E56"/>
    <w:rsid w:val="007F4155"/>
    <w:rsid w:val="00806DFB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B0A7C"/>
    <w:rsid w:val="008B0B7F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70C16"/>
    <w:rsid w:val="00997F14"/>
    <w:rsid w:val="009A78D9"/>
    <w:rsid w:val="009C3E31"/>
    <w:rsid w:val="009C5266"/>
    <w:rsid w:val="009C54AE"/>
    <w:rsid w:val="009C788E"/>
    <w:rsid w:val="009E3B41"/>
    <w:rsid w:val="009F3C5C"/>
    <w:rsid w:val="009F4610"/>
    <w:rsid w:val="00A00ECC"/>
    <w:rsid w:val="00A05DA3"/>
    <w:rsid w:val="00A12862"/>
    <w:rsid w:val="00A14CA7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B053C"/>
    <w:rsid w:val="00AB54F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09E4"/>
    <w:rsid w:val="00BA1C68"/>
    <w:rsid w:val="00BB2420"/>
    <w:rsid w:val="00BB520A"/>
    <w:rsid w:val="00BC0730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131D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37E4C"/>
    <w:rsid w:val="00D425B2"/>
    <w:rsid w:val="00D451DA"/>
    <w:rsid w:val="00D5502F"/>
    <w:rsid w:val="00D552B2"/>
    <w:rsid w:val="00D608D1"/>
    <w:rsid w:val="00D74119"/>
    <w:rsid w:val="00D8075B"/>
    <w:rsid w:val="00D8678B"/>
    <w:rsid w:val="00D9382A"/>
    <w:rsid w:val="00DA2114"/>
    <w:rsid w:val="00DB2FBD"/>
    <w:rsid w:val="00DD620C"/>
    <w:rsid w:val="00DF320D"/>
    <w:rsid w:val="00DF70A4"/>
    <w:rsid w:val="00E129B8"/>
    <w:rsid w:val="00E17E08"/>
    <w:rsid w:val="00E21E7D"/>
    <w:rsid w:val="00E22A81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3BEA"/>
    <w:rsid w:val="00EC4899"/>
    <w:rsid w:val="00ED03AB"/>
    <w:rsid w:val="00ED117C"/>
    <w:rsid w:val="00ED32D2"/>
    <w:rsid w:val="00EE32DE"/>
    <w:rsid w:val="00EE5457"/>
    <w:rsid w:val="00EF3C3E"/>
    <w:rsid w:val="00F070AB"/>
    <w:rsid w:val="00F11C76"/>
    <w:rsid w:val="00F27A7B"/>
    <w:rsid w:val="00F406BC"/>
    <w:rsid w:val="00F617C3"/>
    <w:rsid w:val="00F7066B"/>
    <w:rsid w:val="00FB065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24D3E375"/>
    <w:rsid w:val="4331DA34"/>
    <w:rsid w:val="58CFD5B9"/>
    <w:rsid w:val="6713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2BBFD"/>
  <w15:chartTrackingRefBased/>
  <w15:docId w15:val="{E432CE94-02EB-484F-AC92-72462F5B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451DA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FB065B"/>
  </w:style>
  <w:style w:type="character" w:styleId="Odwoaniedokomentarza">
    <w:name w:val="annotation reference"/>
    <w:uiPriority w:val="99"/>
    <w:semiHidden/>
    <w:unhideWhenUsed/>
    <w:rsid w:val="000074E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3E645-173D-4994-B8CE-00FB181E6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16056-A076-4216-9599-305619E4F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AAF571-E994-4CA0-BEC9-A666C1A43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1064</Words>
  <Characters>6384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17</cp:revision>
  <cp:lastPrinted>2017-04-27T18:28:00Z</cp:lastPrinted>
  <dcterms:created xsi:type="dcterms:W3CDTF">2020-12-03T06:44:00Z</dcterms:created>
  <dcterms:modified xsi:type="dcterms:W3CDTF">2021-01-05T13:31:00Z</dcterms:modified>
</cp:coreProperties>
</file>